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AA" w:rsidRDefault="000F11E2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24.5pt;margin-top:49.5pt;width:105pt;height:207pt;z-index:251661312">
            <v:textbox>
              <w:txbxContent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Word Building</w:t>
                  </w:r>
                </w:p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Rustle</w:t>
                  </w:r>
                </w:p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Rustled</w:t>
                  </w:r>
                </w:p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Rustling</w:t>
                  </w:r>
                </w:p>
                <w:p w:rsidR="00B1683E" w:rsidRPr="00986A2A" w:rsidRDefault="00B1683E" w:rsidP="00986A2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Rustles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2" type="#_x0000_t202" style="position:absolute;margin-left:522pt;margin-top:49.5pt;width:101.25pt;height:99pt;z-index:251663360">
            <v:textbox>
              <w:txbxContent>
                <w:p w:rsidR="00B1683E" w:rsidRPr="00986A2A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Spelling Generalisation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6" type="#_x0000_t202" style="position:absolute;margin-left:239.25pt;margin-top:49.5pt;width:276.75pt;height:393.75pt;z-index:251658240">
            <v:textbox>
              <w:txbxContent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Spelling List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Ancient</w:t>
                  </w:r>
                  <w:r>
                    <w:rPr>
                      <w:b/>
                      <w:sz w:val="28"/>
                      <w:szCs w:val="28"/>
                    </w:rPr>
                    <w:tab/>
                    <w:t>rustled</w:t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  <w:t>croaking</w:t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Swallows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croaking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restlessly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Flitted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sparkling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hidden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Buzz</w:t>
                  </w:r>
                  <w:proofErr w:type="gramStart"/>
                  <w:r w:rsidRPr="0026324B">
                    <w:rPr>
                      <w:b/>
                      <w:sz w:val="28"/>
                      <w:szCs w:val="28"/>
                    </w:rPr>
                    <w:tab/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swimming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26324B">
                    <w:rPr>
                      <w:b/>
                      <w:sz w:val="28"/>
                      <w:szCs w:val="28"/>
                    </w:rPr>
                    <w:t>island</w:t>
                  </w:r>
                  <w:proofErr w:type="gramEnd"/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Rumbling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grumbling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machines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Crawled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scraping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gouging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Gurgled</w:t>
                  </w:r>
                  <w:r>
                    <w:rPr>
                      <w:b/>
                      <w:sz w:val="28"/>
                      <w:szCs w:val="28"/>
                    </w:rPr>
                    <w:tab/>
                    <w:t>poured</w:t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 w:rsidRPr="0026324B">
                    <w:rPr>
                      <w:b/>
                      <w:sz w:val="28"/>
                      <w:szCs w:val="28"/>
                    </w:rPr>
                    <w:t>precious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Tired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frightening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grumpy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Squawked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fairground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flew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Bobbing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homeless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cruel</w:t>
                  </w:r>
                </w:p>
                <w:p w:rsidR="00B1683E" w:rsidRPr="0026324B" w:rsidRDefault="00B1683E" w:rsidP="00D00D6B">
                  <w:pPr>
                    <w:rPr>
                      <w:b/>
                      <w:sz w:val="28"/>
                      <w:szCs w:val="28"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Jolted</w:t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</w:r>
                  <w:r w:rsidRPr="0026324B">
                    <w:rPr>
                      <w:b/>
                      <w:sz w:val="28"/>
                      <w:szCs w:val="28"/>
                    </w:rPr>
                    <w:tab/>
                    <w:t>refugees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7" type="#_x0000_t202" style="position:absolute;margin-left:124.5pt;margin-top:-21pt;width:498.75pt;height:63pt;z-index:251659264">
            <v:textbox>
              <w:txbxContent>
                <w:p w:rsidR="00B1683E" w:rsidRPr="000867AC" w:rsidRDefault="00B1683E" w:rsidP="000867AC">
                  <w:pPr>
                    <w:pStyle w:val="NoSpacing"/>
                    <w:jc w:val="center"/>
                    <w:rPr>
                      <w:b/>
                    </w:rPr>
                  </w:pPr>
                  <w:r w:rsidRPr="000867AC">
                    <w:rPr>
                      <w:b/>
                    </w:rPr>
                    <w:t>SPELLING ORGANISER</w:t>
                  </w:r>
                </w:p>
                <w:p w:rsidR="00B1683E" w:rsidRDefault="00B1683E">
                  <w:pPr>
                    <w:rPr>
                      <w:b/>
                    </w:rPr>
                  </w:pPr>
                  <w:r>
                    <w:rPr>
                      <w:b/>
                    </w:rPr>
                    <w:t>Class:</w:t>
                  </w:r>
                  <w:r>
                    <w:rPr>
                      <w:b/>
                    </w:rPr>
                    <w:tab/>
                    <w:t>Year 3-6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Week:</w:t>
                  </w:r>
                  <w:r>
                    <w:rPr>
                      <w:b/>
                    </w:rPr>
                    <w:tab/>
                    <w:t>9</w:t>
                  </w:r>
                  <w:r>
                    <w:rPr>
                      <w:b/>
                    </w:rPr>
                    <w:tab/>
                    <w:t>Term: 3</w:t>
                  </w:r>
                </w:p>
                <w:p w:rsidR="00B1683E" w:rsidRPr="00986A2A" w:rsidRDefault="00B1683E">
                  <w:pPr>
                    <w:rPr>
                      <w:b/>
                    </w:rPr>
                  </w:pPr>
                  <w:r>
                    <w:rPr>
                      <w:b/>
                    </w:rPr>
                    <w:t>Topic:  Refugees by David Miller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7" type="#_x0000_t202" style="position:absolute;margin-left:631.5pt;margin-top:229.5pt;width:109.5pt;height:213.75pt;z-index:251667456">
            <v:textbox>
              <w:txbxContent>
                <w:p w:rsidR="00B1683E" w:rsidRPr="00986A2A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Etymological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202" style="position:absolute;margin-left:631.5pt;margin-top:-21pt;width:109.5pt;height:243.75pt;z-index:251660288">
            <v:textbox>
              <w:txbxContent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Morphemic</w:t>
                  </w:r>
                </w:p>
                <w:p w:rsidR="00B1683E" w:rsidRDefault="00B1683E" w:rsidP="00986A2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Rustled</w:t>
                  </w:r>
                </w:p>
                <w:p w:rsidR="00B1683E" w:rsidRDefault="00B1683E" w:rsidP="00986A2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Croaking</w:t>
                  </w:r>
                </w:p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proofErr w:type="gramStart"/>
                  <w:r w:rsidRPr="0026324B">
                    <w:rPr>
                      <w:b/>
                      <w:sz w:val="28"/>
                      <w:szCs w:val="28"/>
                    </w:rPr>
                    <w:t>restlessly</w:t>
                  </w:r>
                  <w:proofErr w:type="gramEnd"/>
                </w:p>
                <w:p w:rsidR="00B1683E" w:rsidRPr="00986A2A" w:rsidRDefault="00B1683E" w:rsidP="00986A2A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1" type="#_x0000_t202" style="position:absolute;margin-left:-24.75pt;margin-top:447pt;width:765.75pt;height:54pt;z-index:251670528">
            <v:textbox>
              <w:txbxContent>
                <w:p w:rsidR="00B1683E" w:rsidRDefault="00B1683E">
                  <w:pPr>
                    <w:rPr>
                      <w:b/>
                    </w:rPr>
                  </w:pPr>
                  <w:r w:rsidRPr="00986A2A">
                    <w:rPr>
                      <w:b/>
                    </w:rPr>
                    <w:t>ASSESSMENT STRATEGIES:</w:t>
                  </w:r>
                  <w:r>
                    <w:rPr>
                      <w:b/>
                    </w:rPr>
                    <w:tab/>
                    <w:t>Cloze exercise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Word power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Proofreading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Dictation</w:t>
                  </w:r>
                </w:p>
                <w:p w:rsidR="00B1683E" w:rsidRPr="00986A2A" w:rsidRDefault="00B1683E">
                  <w:pPr>
                    <w:rPr>
                      <w:b/>
                    </w:rPr>
                  </w:pPr>
                  <w:r>
                    <w:rPr>
                      <w:b/>
                    </w:rPr>
                    <w:t>Student self-evaluation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Spelling conference</w:t>
                  </w:r>
                  <w:r>
                    <w:rPr>
                      <w:b/>
                    </w:rPr>
                    <w:tab/>
                  </w:r>
                  <w:proofErr w:type="gramStart"/>
                  <w:r>
                    <w:rPr>
                      <w:b/>
                    </w:rPr>
                    <w:t>Writing</w:t>
                  </w:r>
                  <w:proofErr w:type="gramEnd"/>
                  <w:r>
                    <w:rPr>
                      <w:b/>
                    </w:rPr>
                    <w:t xml:space="preserve"> sample</w:t>
                  </w:r>
                </w:p>
                <w:p w:rsidR="00B1683E" w:rsidRDefault="00B1683E"/>
              </w:txbxContent>
            </v:textbox>
          </v:shape>
        </w:pict>
      </w:r>
      <w:r>
        <w:rPr>
          <w:noProof/>
          <w:lang w:eastAsia="en-AU"/>
        </w:rPr>
        <w:pict>
          <v:shape id="_x0000_s1038" type="#_x0000_t202" style="position:absolute;margin-left:-24.75pt;margin-top:265.5pt;width:138.75pt;height:177.75pt;z-index:251668480">
            <v:textbox>
              <w:txbxContent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Visual</w:t>
                  </w:r>
                </w:p>
                <w:p w:rsidR="00B1683E" w:rsidRPr="00986A2A" w:rsidRDefault="00B1683E" w:rsidP="00986A2A">
                  <w:pPr>
                    <w:jc w:val="center"/>
                    <w:rPr>
                      <w:b/>
                    </w:rPr>
                  </w:pPr>
                  <w:r w:rsidRPr="0026324B">
                    <w:rPr>
                      <w:b/>
                      <w:sz w:val="28"/>
                      <w:szCs w:val="28"/>
                    </w:rPr>
                    <w:t>Ancient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1" type="#_x0000_t202" style="position:absolute;margin-left:-24.75pt;margin-top:-21pt;width:138.75pt;height:282pt;z-index:251662336">
            <v:textbox>
              <w:txbxContent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Phonological</w:t>
                  </w:r>
                </w:p>
                <w:p w:rsidR="00B1683E" w:rsidRPr="00986A2A" w:rsidRDefault="00B1683E" w:rsidP="00986A2A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croaking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5" type="#_x0000_t202" style="position:absolute;margin-left:522pt;margin-top:369pt;width:101.25pt;height:74.25pt;z-index:251666432">
            <v:textbox>
              <w:txbxContent>
                <w:p w:rsidR="00B1683E" w:rsidRPr="00986A2A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Spelling Generalisation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9" type="#_x0000_t202" style="position:absolute;margin-left:124.5pt;margin-top:261pt;width:105pt;height:182.25pt;z-index:251669504">
            <v:textbox>
              <w:txbxContent>
                <w:p w:rsidR="00B1683E" w:rsidRDefault="00B1683E" w:rsidP="00986A2A">
                  <w:pPr>
                    <w:jc w:val="center"/>
                    <w:rPr>
                      <w:b/>
                    </w:rPr>
                  </w:pPr>
                  <w:r w:rsidRPr="00986A2A">
                    <w:rPr>
                      <w:b/>
                    </w:rPr>
                    <w:t>Core List</w:t>
                  </w:r>
                </w:p>
                <w:p w:rsidR="00B1683E" w:rsidRDefault="00B1683E" w:rsidP="0026324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Can’t</w:t>
                  </w:r>
                </w:p>
                <w:p w:rsidR="00B1683E" w:rsidRDefault="00B1683E" w:rsidP="0026324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Shouldn’t</w:t>
                  </w:r>
                </w:p>
                <w:p w:rsidR="00B1683E" w:rsidRDefault="00B1683E" w:rsidP="0026324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Could’ve</w:t>
                  </w:r>
                </w:p>
                <w:p w:rsidR="00B1683E" w:rsidRDefault="00B1683E" w:rsidP="0026324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Won’t</w:t>
                  </w:r>
                </w:p>
                <w:p w:rsidR="00B1683E" w:rsidRPr="0026324B" w:rsidRDefault="00B1683E" w:rsidP="0026324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Wouldn’t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4" type="#_x0000_t202" style="position:absolute;margin-left:522pt;margin-top:249.75pt;width:101.25pt;height:114pt;z-index:251665408">
            <v:textbox>
              <w:txbxContent>
                <w:p w:rsidR="00B1683E" w:rsidRDefault="00B1683E"/>
              </w:txbxContent>
            </v:textbox>
          </v:shape>
        </w:pict>
      </w:r>
      <w:r>
        <w:rPr>
          <w:noProof/>
          <w:lang w:eastAsia="en-AU"/>
        </w:rPr>
        <w:pict>
          <v:shape id="_x0000_s1033" type="#_x0000_t202" style="position:absolute;margin-left:522pt;margin-top:151.5pt;width:101.25pt;height:92.25pt;z-index:251664384">
            <v:textbox>
              <w:txbxContent>
                <w:p w:rsidR="00B1683E" w:rsidRDefault="00B1683E"/>
              </w:txbxContent>
            </v:textbox>
          </v:shape>
        </w:pict>
      </w:r>
    </w:p>
    <w:sectPr w:rsidR="00854CAA" w:rsidSect="003C49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3D7F8B"/>
    <w:rsid w:val="000867AC"/>
    <w:rsid w:val="000F11E2"/>
    <w:rsid w:val="0026324B"/>
    <w:rsid w:val="003C4917"/>
    <w:rsid w:val="003D7F8B"/>
    <w:rsid w:val="005841AA"/>
    <w:rsid w:val="00825A51"/>
    <w:rsid w:val="00854CAA"/>
    <w:rsid w:val="00986A2A"/>
    <w:rsid w:val="00B1683E"/>
    <w:rsid w:val="00C15377"/>
    <w:rsid w:val="00D00D6B"/>
    <w:rsid w:val="00D1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91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867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ccelerated%20Literacy\Refugees\Spelling%20Organiser-Refuge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Spelling Organiser-Refugees</Template>
  <TotalTime>128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Morse</dc:creator>
  <cp:lastModifiedBy>Maureen Morse</cp:lastModifiedBy>
  <cp:revision>3</cp:revision>
  <cp:lastPrinted>2009-09-22T05:57:00Z</cp:lastPrinted>
  <dcterms:created xsi:type="dcterms:W3CDTF">2009-09-22T05:56:00Z</dcterms:created>
  <dcterms:modified xsi:type="dcterms:W3CDTF">2009-09-30T02:12:00Z</dcterms:modified>
</cp:coreProperties>
</file>